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C7EEA2" w14:textId="1FA149A4" w:rsidR="00F419E7" w:rsidRDefault="00A31F21">
      <w:pPr>
        <w:pStyle w:val="Heading1"/>
      </w:pPr>
      <w:r>
        <w:t xml:space="preserve">Option C – </w:t>
      </w:r>
      <w:r w:rsidR="00C920E4">
        <w:t xml:space="preserve">Guidance for </w:t>
      </w:r>
      <w:r w:rsidR="00F419E7">
        <w:t xml:space="preserve">Practical </w:t>
      </w:r>
      <w:r w:rsidR="00135A37">
        <w:t>1</w:t>
      </w:r>
      <w:r w:rsidR="00F419E7">
        <w:t xml:space="preserve"> </w:t>
      </w:r>
    </w:p>
    <w:p w14:paraId="501A94BE" w14:textId="77777777" w:rsidR="00F419E7" w:rsidRPr="00AC2E34" w:rsidRDefault="0072239F" w:rsidP="0019329D">
      <w:pPr>
        <w:pStyle w:val="Heading2"/>
        <w:spacing w:after="120"/>
        <w:rPr>
          <w:i/>
        </w:rPr>
      </w:pPr>
      <w:r>
        <w:rPr>
          <w:i/>
        </w:rPr>
        <w:t>Determination of magnification using an optical bench</w:t>
      </w:r>
    </w:p>
    <w:p w14:paraId="26C91956" w14:textId="77777777" w:rsidR="002026B6" w:rsidRDefault="002026B6" w:rsidP="00FF6050">
      <w:pPr>
        <w:pStyle w:val="Heading3"/>
        <w:spacing w:before="240"/>
      </w:pPr>
      <w:bookmarkStart w:id="0" w:name="OLE_LINK1"/>
      <w:bookmarkStart w:id="1" w:name="OLE_LINK2"/>
      <w:r>
        <w:t>Safety</w:t>
      </w:r>
    </w:p>
    <w:p w14:paraId="0BDDC9B1" w14:textId="77777777" w:rsidR="002026B6" w:rsidRDefault="002026B6" w:rsidP="002026B6">
      <w:r>
        <w:t>Although great care has been taken in checking the accuracy of the information provided in this guidance, Cambridge University Press shall not be responsible for any errors, omissions or inaccuracies.</w:t>
      </w:r>
    </w:p>
    <w:p w14:paraId="568F4FC9" w14:textId="77777777" w:rsidR="002026B6" w:rsidRDefault="002026B6"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52F4AC9B" w14:textId="61ECCCC3" w:rsidR="002026B6" w:rsidRDefault="002026B6" w:rsidP="002026B6">
      <w:r>
        <w:t>You should carry out the practical yourself before presenting it to students. Make sure you are comfortable with the procedures, and can anticipate any difficulties your students may encounter.</w:t>
      </w:r>
    </w:p>
    <w:bookmarkEnd w:id="0"/>
    <w:bookmarkEnd w:id="1"/>
    <w:p w14:paraId="0F8EA74E" w14:textId="77777777" w:rsidR="002746F9" w:rsidRDefault="002746F9" w:rsidP="00FF6050">
      <w:pPr>
        <w:pStyle w:val="Heading3"/>
        <w:spacing w:before="240"/>
      </w:pPr>
      <w:r>
        <w:t>Guidance</w:t>
      </w:r>
    </w:p>
    <w:p w14:paraId="6EB50B83" w14:textId="633EA197" w:rsidR="002746F9" w:rsidRDefault="00A66091" w:rsidP="002746F9">
      <w:r w:rsidRPr="00C04ADC">
        <w:t xml:space="preserve">Students will practice </w:t>
      </w:r>
      <w:r w:rsidR="0072239F">
        <w:t>using the optical bench, using lenses to form images and determin</w:t>
      </w:r>
      <w:r w:rsidR="0004411C">
        <w:t xml:space="preserve">ing </w:t>
      </w:r>
      <w:r w:rsidR="0072239F">
        <w:t>magnification.</w:t>
      </w:r>
    </w:p>
    <w:p w14:paraId="328798ED" w14:textId="77777777" w:rsidR="00295E4C" w:rsidRDefault="00295E4C" w:rsidP="00FF6050">
      <w:pPr>
        <w:pStyle w:val="Heading3"/>
        <w:spacing w:before="240"/>
      </w:pPr>
      <w:r>
        <w:t>Apparatus and materials</w:t>
      </w:r>
    </w:p>
    <w:p w14:paraId="17028B26" w14:textId="77777777" w:rsidR="00295E4C" w:rsidRDefault="00C920E4" w:rsidP="00295E4C">
      <w:r>
        <w:t>Each group will need:</w:t>
      </w:r>
    </w:p>
    <w:p w14:paraId="57A0FC7B" w14:textId="63730593" w:rsidR="0072239F" w:rsidRDefault="0004411C" w:rsidP="0072239F">
      <w:pPr>
        <w:pStyle w:val="Liststyle"/>
        <w:numPr>
          <w:ilvl w:val="0"/>
          <w:numId w:val="7"/>
        </w:numPr>
      </w:pPr>
      <w:r>
        <w:t>optical bench</w:t>
      </w:r>
    </w:p>
    <w:p w14:paraId="5602E60E" w14:textId="63B111F2" w:rsidR="0072239F" w:rsidRDefault="0004411C" w:rsidP="0072239F">
      <w:pPr>
        <w:pStyle w:val="Liststyle"/>
        <w:numPr>
          <w:ilvl w:val="0"/>
          <w:numId w:val="7"/>
        </w:numPr>
      </w:pPr>
      <w:r>
        <w:t>light source</w:t>
      </w:r>
    </w:p>
    <w:p w14:paraId="48408C17" w14:textId="7846B8BA" w:rsidR="0072239F" w:rsidRDefault="0004411C" w:rsidP="0072239F">
      <w:pPr>
        <w:pStyle w:val="Liststyle"/>
        <w:numPr>
          <w:ilvl w:val="0"/>
          <w:numId w:val="7"/>
        </w:numPr>
      </w:pPr>
      <w:r>
        <w:t>object</w:t>
      </w:r>
    </w:p>
    <w:p w14:paraId="6F4B227F" w14:textId="74E116AD" w:rsidR="0072239F" w:rsidRDefault="0004411C" w:rsidP="0072239F">
      <w:pPr>
        <w:pStyle w:val="Liststyle"/>
        <w:numPr>
          <w:ilvl w:val="0"/>
          <w:numId w:val="7"/>
        </w:numPr>
      </w:pPr>
      <w:r>
        <w:t>lens</w:t>
      </w:r>
    </w:p>
    <w:p w14:paraId="307761AA" w14:textId="1BE03D78" w:rsidR="0072239F" w:rsidRDefault="0004411C" w:rsidP="0072239F">
      <w:pPr>
        <w:pStyle w:val="Liststyle"/>
        <w:numPr>
          <w:ilvl w:val="0"/>
          <w:numId w:val="7"/>
        </w:numPr>
      </w:pPr>
      <w:r>
        <w:t>screen</w:t>
      </w:r>
    </w:p>
    <w:p w14:paraId="6EEA9697" w14:textId="77777777" w:rsidR="0015658D" w:rsidRDefault="0015658D" w:rsidP="0015658D">
      <w:pPr>
        <w:pStyle w:val="Heading3"/>
        <w:spacing w:before="240"/>
      </w:pPr>
      <w:r>
        <w:t>Setting up the practical</w:t>
      </w:r>
    </w:p>
    <w:p w14:paraId="38A004E9" w14:textId="23EB20A2" w:rsidR="0015658D" w:rsidRDefault="0015658D" w:rsidP="0015658D">
      <w:r>
        <w:t xml:space="preserve">If an optical bench is not available, a </w:t>
      </w:r>
      <w:r w:rsidR="0004411C">
        <w:t xml:space="preserve">metre </w:t>
      </w:r>
      <w:r>
        <w:t xml:space="preserve">rule could be used with </w:t>
      </w:r>
      <w:r w:rsidR="0004411C">
        <w:t>adhesive putty</w:t>
      </w:r>
      <w:r>
        <w:t xml:space="preserve"> to place the object and lens into position</w:t>
      </w:r>
      <w:r w:rsidR="00A31F21">
        <w:t>,</w:t>
      </w:r>
      <w:r>
        <w:t xml:space="preserve"> and a flat white surface can be used as</w:t>
      </w:r>
      <w:r w:rsidR="00A31F21">
        <w:t xml:space="preserve"> a</w:t>
      </w:r>
      <w:r>
        <w:t xml:space="preserve"> screen. </w:t>
      </w:r>
    </w:p>
    <w:p w14:paraId="6DE92167" w14:textId="77777777" w:rsidR="00157D64" w:rsidRPr="00C236F4" w:rsidRDefault="00157D64" w:rsidP="00157D64">
      <w:pPr>
        <w:pStyle w:val="Heading3"/>
        <w:spacing w:before="240"/>
      </w:pPr>
      <w:r>
        <w:rPr>
          <w:bCs w:val="0"/>
        </w:rPr>
        <w:t>Answers to q</w:t>
      </w:r>
      <w:r w:rsidRPr="00C236F4">
        <w:rPr>
          <w:bCs w:val="0"/>
        </w:rPr>
        <w:t>uestions</w:t>
      </w:r>
    </w:p>
    <w:p w14:paraId="23B3668E" w14:textId="68278C78" w:rsidR="00157D64" w:rsidRDefault="00157D64" w:rsidP="00157D64">
      <w:pPr>
        <w:pStyle w:val="Question"/>
        <w:numPr>
          <w:ilvl w:val="1"/>
          <w:numId w:val="11"/>
        </w:numPr>
        <w:tabs>
          <w:tab w:val="clear" w:pos="567"/>
          <w:tab w:val="left" w:pos="426"/>
        </w:tabs>
        <w:spacing w:after="200"/>
        <w:ind w:left="426" w:hanging="426"/>
      </w:pPr>
      <w:r>
        <w:t>Theoretically yes, but due to experimental errors these are not usually equal.</w:t>
      </w:r>
    </w:p>
    <w:p w14:paraId="34720C0F" w14:textId="79C99424" w:rsidR="00157D64" w:rsidRDefault="00A31F21" w:rsidP="00157D64">
      <w:pPr>
        <w:pStyle w:val="Question"/>
        <w:numPr>
          <w:ilvl w:val="1"/>
          <w:numId w:val="11"/>
        </w:numPr>
        <w:tabs>
          <w:tab w:val="clear" w:pos="567"/>
          <w:tab w:val="left" w:pos="426"/>
        </w:tabs>
        <w:spacing w:after="200"/>
        <w:ind w:left="426" w:hanging="426"/>
      </w:pPr>
      <w:r>
        <w:t>Students should use the</w:t>
      </w:r>
      <w:r w:rsidR="00157D64">
        <w:t xml:space="preserve"> </w:t>
      </w:r>
      <w:r w:rsidR="0004411C">
        <w:t xml:space="preserve">lens </w:t>
      </w:r>
      <w:r w:rsidR="00157D64">
        <w:t xml:space="preserve">equation, </w:t>
      </w:r>
      <m:oMath>
        <m:f>
          <m:fPr>
            <m:ctrlPr>
              <w:rPr>
                <w:rFonts w:ascii="Cambria Math" w:hAnsi="Cambria Math"/>
                <w:i/>
              </w:rPr>
            </m:ctrlPr>
          </m:fPr>
          <m:num>
            <m:r>
              <w:rPr>
                <w:rFonts w:ascii="Cambria Math" w:hAnsi="Cambria Math"/>
              </w:rPr>
              <m:t>1</m:t>
            </m:r>
          </m:num>
          <m:den>
            <m:r>
              <w:rPr>
                <w:rFonts w:ascii="Cambria Math" w:hAnsi="Cambria Math"/>
              </w:rPr>
              <m:t>f</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u</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v</m:t>
            </m:r>
          </m:den>
        </m:f>
      </m:oMath>
      <w:r w:rsidR="00157D64">
        <w:t xml:space="preserve">, and their measurements of </w:t>
      </w:r>
      <w:r w:rsidR="00157D64" w:rsidRPr="002B0B3A">
        <w:rPr>
          <w:i/>
        </w:rPr>
        <w:t>u</w:t>
      </w:r>
      <w:r w:rsidR="00157D64">
        <w:t xml:space="preserve"> and </w:t>
      </w:r>
      <w:r w:rsidR="00157D64" w:rsidRPr="002B0B3A">
        <w:rPr>
          <w:i/>
        </w:rPr>
        <w:t>v</w:t>
      </w:r>
      <w:r>
        <w:t xml:space="preserve"> to determine the focal length</w:t>
      </w:r>
      <w:r w:rsidR="00157D64">
        <w:t xml:space="preserve"> </w:t>
      </w:r>
      <w:r w:rsidR="00157D64" w:rsidRPr="002B0B3A">
        <w:rPr>
          <w:i/>
        </w:rPr>
        <w:t>f</w:t>
      </w:r>
      <w:r w:rsidR="0004411C">
        <w:rPr>
          <w:i/>
        </w:rPr>
        <w:t>.</w:t>
      </w:r>
    </w:p>
    <w:p w14:paraId="16457750" w14:textId="77777777" w:rsidR="00295E4C" w:rsidRPr="00295E4C" w:rsidRDefault="00295E4C" w:rsidP="00A66091"/>
    <w:sectPr w:rsidR="00295E4C" w:rsidRPr="00295E4C">
      <w:headerReference w:type="even" r:id="rId8"/>
      <w:headerReference w:type="default" r:id="rId9"/>
      <w:footerReference w:type="even" r:id="rId10"/>
      <w:footerReference w:type="default" r:id="rId11"/>
      <w:headerReference w:type="first" r:id="rId12"/>
      <w:footerReference w:type="first" r:id="rId13"/>
      <w:pgSz w:w="11906" w:h="16838"/>
      <w:pgMar w:top="1245"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987106" w15:done="0"/>
  <w15:commentEx w15:paraId="0634CB87" w15:paraIdParent="2F98710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A9D512" w14:textId="77777777" w:rsidR="00C02333" w:rsidRDefault="00C02333">
      <w:r>
        <w:separator/>
      </w:r>
    </w:p>
  </w:endnote>
  <w:endnote w:type="continuationSeparator" w:id="0">
    <w:p w14:paraId="4F6C8282" w14:textId="77777777" w:rsidR="00C02333" w:rsidRDefault="00C02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08CC5" w14:textId="77777777" w:rsidR="00352108" w:rsidRDefault="003521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DB0C1" w14:textId="79968006" w:rsidR="00CF1450" w:rsidRDefault="00E32C69">
    <w:pPr>
      <w:pStyle w:val="Footer"/>
      <w:pBdr>
        <w:top w:val="single" w:sz="4" w:space="1" w:color="auto"/>
      </w:pBdr>
      <w:tabs>
        <w:tab w:val="clear" w:pos="8306"/>
        <w:tab w:val="right" w:pos="9072"/>
      </w:tabs>
    </w:pPr>
    <w:r>
      <w:t xml:space="preserve">© </w:t>
    </w:r>
    <w:r w:rsidR="00CF1450">
      <w:t>Cambridge University Press 201</w:t>
    </w:r>
    <w:r w:rsidR="00352108">
      <w:t>5</w:t>
    </w:r>
    <w:bookmarkStart w:id="2" w:name="_GoBack"/>
    <w:bookmarkEnd w:id="2"/>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sidR="00352108">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sidR="00352108">
      <w:rPr>
        <w:rStyle w:val="PageNumber"/>
        <w:noProof/>
      </w:rPr>
      <w:t>1</w:t>
    </w:r>
    <w:r w:rsidR="00CF145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F5081" w14:textId="77777777" w:rsidR="00352108" w:rsidRDefault="003521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1E71F1" w14:textId="77777777" w:rsidR="00C02333" w:rsidRDefault="00C02333">
      <w:r>
        <w:separator/>
      </w:r>
    </w:p>
  </w:footnote>
  <w:footnote w:type="continuationSeparator" w:id="0">
    <w:p w14:paraId="3AE16731" w14:textId="77777777" w:rsidR="00C02333" w:rsidRDefault="00C023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DAF8A" w14:textId="77777777" w:rsidR="00352108" w:rsidRDefault="003521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33A16" w14:textId="77777777" w:rsidR="00CF1450" w:rsidRDefault="005E6F51">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5B3FE730" wp14:editId="3D9505F0">
          <wp:simplePos x="0" y="0"/>
          <wp:positionH relativeFrom="column">
            <wp:posOffset>5392420</wp:posOffset>
          </wp:positionH>
          <wp:positionV relativeFrom="paragraph">
            <wp:posOffset>-198755</wp:posOffset>
          </wp:positionV>
          <wp:extent cx="896620" cy="932180"/>
          <wp:effectExtent l="0" t="0" r="0" b="127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E355C1">
      <w:rPr>
        <w:noProof/>
      </w:rPr>
      <w:t>Physics</w:t>
    </w:r>
    <w:r w:rsidR="00CF1450">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E11A7" w14:textId="77777777" w:rsidR="00352108" w:rsidRDefault="003521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1C2CF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5387467"/>
    <w:multiLevelType w:val="hybridMultilevel"/>
    <w:tmpl w:val="36D287F0"/>
    <w:lvl w:ilvl="0" w:tplc="08090017">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4400AB6"/>
    <w:multiLevelType w:val="hybridMultilevel"/>
    <w:tmpl w:val="29FCF75A"/>
    <w:lvl w:ilvl="0" w:tplc="EBB89510">
      <w:start w:val="1"/>
      <w:numFmt w:val="lowerRoman"/>
      <w:lvlText w:val="(%1)"/>
      <w:lvlJc w:val="left"/>
      <w:pPr>
        <w:ind w:left="1080" w:hanging="720"/>
      </w:pPr>
      <w:rPr>
        <w:rFonts w:cs="Times New Roman" w:hint="default"/>
      </w:rPr>
    </w:lvl>
    <w:lvl w:ilvl="1" w:tplc="2A602B70" w:tentative="1">
      <w:start w:val="1"/>
      <w:numFmt w:val="lowerLetter"/>
      <w:lvlText w:val="%2."/>
      <w:lvlJc w:val="left"/>
      <w:pPr>
        <w:ind w:left="1440" w:hanging="360"/>
      </w:pPr>
      <w:rPr>
        <w:rFonts w:cs="Times New Roman"/>
      </w:rPr>
    </w:lvl>
    <w:lvl w:ilvl="2" w:tplc="E17ABD04" w:tentative="1">
      <w:start w:val="1"/>
      <w:numFmt w:val="lowerRoman"/>
      <w:lvlText w:val="%3."/>
      <w:lvlJc w:val="right"/>
      <w:pPr>
        <w:ind w:left="2160" w:hanging="180"/>
      </w:pPr>
      <w:rPr>
        <w:rFonts w:cs="Times New Roman"/>
      </w:rPr>
    </w:lvl>
    <w:lvl w:ilvl="3" w:tplc="E5CC7D2A" w:tentative="1">
      <w:start w:val="1"/>
      <w:numFmt w:val="decimal"/>
      <w:lvlText w:val="%4."/>
      <w:lvlJc w:val="left"/>
      <w:pPr>
        <w:ind w:left="2880" w:hanging="360"/>
      </w:pPr>
      <w:rPr>
        <w:rFonts w:cs="Times New Roman"/>
      </w:rPr>
    </w:lvl>
    <w:lvl w:ilvl="4" w:tplc="14B4AB1A" w:tentative="1">
      <w:start w:val="1"/>
      <w:numFmt w:val="lowerLetter"/>
      <w:lvlText w:val="%5."/>
      <w:lvlJc w:val="left"/>
      <w:pPr>
        <w:ind w:left="3600" w:hanging="360"/>
      </w:pPr>
      <w:rPr>
        <w:rFonts w:cs="Times New Roman"/>
      </w:rPr>
    </w:lvl>
    <w:lvl w:ilvl="5" w:tplc="AB1A8CB8" w:tentative="1">
      <w:start w:val="1"/>
      <w:numFmt w:val="lowerRoman"/>
      <w:lvlText w:val="%6."/>
      <w:lvlJc w:val="right"/>
      <w:pPr>
        <w:ind w:left="4320" w:hanging="180"/>
      </w:pPr>
      <w:rPr>
        <w:rFonts w:cs="Times New Roman"/>
      </w:rPr>
    </w:lvl>
    <w:lvl w:ilvl="6" w:tplc="F950FA56" w:tentative="1">
      <w:start w:val="1"/>
      <w:numFmt w:val="decimal"/>
      <w:lvlText w:val="%7."/>
      <w:lvlJc w:val="left"/>
      <w:pPr>
        <w:ind w:left="5040" w:hanging="360"/>
      </w:pPr>
      <w:rPr>
        <w:rFonts w:cs="Times New Roman"/>
      </w:rPr>
    </w:lvl>
    <w:lvl w:ilvl="7" w:tplc="4A8AF296" w:tentative="1">
      <w:start w:val="1"/>
      <w:numFmt w:val="lowerLetter"/>
      <w:lvlText w:val="%8."/>
      <w:lvlJc w:val="left"/>
      <w:pPr>
        <w:ind w:left="5760" w:hanging="360"/>
      </w:pPr>
      <w:rPr>
        <w:rFonts w:cs="Times New Roman"/>
      </w:rPr>
    </w:lvl>
    <w:lvl w:ilvl="8" w:tplc="031EE1F2" w:tentative="1">
      <w:start w:val="1"/>
      <w:numFmt w:val="lowerRoman"/>
      <w:lvlText w:val="%9."/>
      <w:lvlJc w:val="right"/>
      <w:pPr>
        <w:ind w:left="6480" w:hanging="180"/>
      </w:pPr>
      <w:rPr>
        <w:rFonts w:cs="Times New Roman"/>
      </w:rPr>
    </w:lvl>
  </w:abstractNum>
  <w:abstractNum w:abstractNumId="5">
    <w:nsid w:val="45231C48"/>
    <w:multiLevelType w:val="hybridMultilevel"/>
    <w:tmpl w:val="7FDED1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25851DD"/>
    <w:multiLevelType w:val="hybridMultilevel"/>
    <w:tmpl w:val="7CF8D17A"/>
    <w:lvl w:ilvl="0" w:tplc="8DCAFE06">
      <w:start w:val="1"/>
      <w:numFmt w:val="bullet"/>
      <w:pStyle w:val="Listbulletbody"/>
      <w:lvlText w:val=""/>
      <w:lvlJc w:val="left"/>
      <w:pPr>
        <w:tabs>
          <w:tab w:val="num" w:pos="720"/>
        </w:tabs>
        <w:ind w:left="720" w:hanging="360"/>
      </w:pPr>
      <w:rPr>
        <w:rFonts w:ascii="Symbol" w:hAnsi="Symbol" w:hint="default"/>
      </w:rPr>
    </w:lvl>
    <w:lvl w:ilvl="1" w:tplc="BC50F592" w:tentative="1">
      <w:start w:val="1"/>
      <w:numFmt w:val="bullet"/>
      <w:lvlText w:val="o"/>
      <w:lvlJc w:val="left"/>
      <w:pPr>
        <w:tabs>
          <w:tab w:val="num" w:pos="1440"/>
        </w:tabs>
        <w:ind w:left="1440" w:hanging="360"/>
      </w:pPr>
      <w:rPr>
        <w:rFonts w:ascii="Courier New" w:hAnsi="Courier New" w:cs="Courier New" w:hint="default"/>
      </w:rPr>
    </w:lvl>
    <w:lvl w:ilvl="2" w:tplc="AE0CAFCA" w:tentative="1">
      <w:start w:val="1"/>
      <w:numFmt w:val="bullet"/>
      <w:lvlText w:val=""/>
      <w:lvlJc w:val="left"/>
      <w:pPr>
        <w:tabs>
          <w:tab w:val="num" w:pos="2160"/>
        </w:tabs>
        <w:ind w:left="2160" w:hanging="360"/>
      </w:pPr>
      <w:rPr>
        <w:rFonts w:ascii="Wingdings" w:hAnsi="Wingdings" w:hint="default"/>
      </w:rPr>
    </w:lvl>
    <w:lvl w:ilvl="3" w:tplc="8D847C4E" w:tentative="1">
      <w:start w:val="1"/>
      <w:numFmt w:val="bullet"/>
      <w:lvlText w:val=""/>
      <w:lvlJc w:val="left"/>
      <w:pPr>
        <w:tabs>
          <w:tab w:val="num" w:pos="2880"/>
        </w:tabs>
        <w:ind w:left="2880" w:hanging="360"/>
      </w:pPr>
      <w:rPr>
        <w:rFonts w:ascii="Symbol" w:hAnsi="Symbol" w:hint="default"/>
      </w:rPr>
    </w:lvl>
    <w:lvl w:ilvl="4" w:tplc="3EDCD454" w:tentative="1">
      <w:start w:val="1"/>
      <w:numFmt w:val="bullet"/>
      <w:lvlText w:val="o"/>
      <w:lvlJc w:val="left"/>
      <w:pPr>
        <w:tabs>
          <w:tab w:val="num" w:pos="3600"/>
        </w:tabs>
        <w:ind w:left="3600" w:hanging="360"/>
      </w:pPr>
      <w:rPr>
        <w:rFonts w:ascii="Courier New" w:hAnsi="Courier New" w:cs="Courier New" w:hint="default"/>
      </w:rPr>
    </w:lvl>
    <w:lvl w:ilvl="5" w:tplc="4970A2CC" w:tentative="1">
      <w:start w:val="1"/>
      <w:numFmt w:val="bullet"/>
      <w:lvlText w:val=""/>
      <w:lvlJc w:val="left"/>
      <w:pPr>
        <w:tabs>
          <w:tab w:val="num" w:pos="4320"/>
        </w:tabs>
        <w:ind w:left="4320" w:hanging="360"/>
      </w:pPr>
      <w:rPr>
        <w:rFonts w:ascii="Wingdings" w:hAnsi="Wingdings" w:hint="default"/>
      </w:rPr>
    </w:lvl>
    <w:lvl w:ilvl="6" w:tplc="1706B18E" w:tentative="1">
      <w:start w:val="1"/>
      <w:numFmt w:val="bullet"/>
      <w:lvlText w:val=""/>
      <w:lvlJc w:val="left"/>
      <w:pPr>
        <w:tabs>
          <w:tab w:val="num" w:pos="5040"/>
        </w:tabs>
        <w:ind w:left="5040" w:hanging="360"/>
      </w:pPr>
      <w:rPr>
        <w:rFonts w:ascii="Symbol" w:hAnsi="Symbol" w:hint="default"/>
      </w:rPr>
    </w:lvl>
    <w:lvl w:ilvl="7" w:tplc="1EB0A43E" w:tentative="1">
      <w:start w:val="1"/>
      <w:numFmt w:val="bullet"/>
      <w:lvlText w:val="o"/>
      <w:lvlJc w:val="left"/>
      <w:pPr>
        <w:tabs>
          <w:tab w:val="num" w:pos="5760"/>
        </w:tabs>
        <w:ind w:left="5760" w:hanging="360"/>
      </w:pPr>
      <w:rPr>
        <w:rFonts w:ascii="Courier New" w:hAnsi="Courier New" w:cs="Courier New" w:hint="default"/>
      </w:rPr>
    </w:lvl>
    <w:lvl w:ilvl="8" w:tplc="8276658E" w:tentative="1">
      <w:start w:val="1"/>
      <w:numFmt w:val="bullet"/>
      <w:lvlText w:val=""/>
      <w:lvlJc w:val="left"/>
      <w:pPr>
        <w:tabs>
          <w:tab w:val="num" w:pos="6480"/>
        </w:tabs>
        <w:ind w:left="6480" w:hanging="360"/>
      </w:pPr>
      <w:rPr>
        <w:rFonts w:ascii="Wingdings" w:hAnsi="Wingdings" w:hint="default"/>
      </w:rPr>
    </w:lvl>
  </w:abstractNum>
  <w:abstractNum w:abstractNumId="7">
    <w:nsid w:val="7ADE57CA"/>
    <w:multiLevelType w:val="multilevel"/>
    <w:tmpl w:val="D752ED92"/>
    <w:lvl w:ilvl="0">
      <w:start w:val="1"/>
      <w:numFmt w:val="decimal"/>
      <w:lvlText w:val="%1)"/>
      <w:lvlJc w:val="left"/>
      <w:pPr>
        <w:ind w:left="360" w:hanging="360"/>
      </w:pPr>
    </w:lvl>
    <w:lvl w:ilvl="1">
      <w:start w:val="1"/>
      <w:numFmt w:val="decimal"/>
      <w:lvlText w:val="%2"/>
      <w:lvlJc w:val="left"/>
      <w:pPr>
        <w:ind w:left="720" w:hanging="360"/>
      </w:pPr>
      <w:rPr>
        <w:rFonts w:hint="default"/>
        <w:b/>
        <w:bCs/>
        <w:i w:val="0"/>
        <w:i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6"/>
  </w:num>
  <w:num w:numId="3">
    <w:abstractNumId w:val="6"/>
  </w:num>
  <w:num w:numId="4">
    <w:abstractNumId w:val="6"/>
  </w:num>
  <w:num w:numId="5">
    <w:abstractNumId w:val="6"/>
  </w:num>
  <w:num w:numId="6">
    <w:abstractNumId w:val="4"/>
  </w:num>
  <w:num w:numId="7">
    <w:abstractNumId w:val="1"/>
  </w:num>
  <w:num w:numId="8">
    <w:abstractNumId w:val="0"/>
  </w:num>
  <w:num w:numId="9">
    <w:abstractNumId w:val="5"/>
  </w:num>
  <w:num w:numId="10">
    <w:abstractNumId w:val="3"/>
  </w:num>
  <w:num w:numId="11">
    <w:abstractNumId w:val="7"/>
  </w:num>
  <w:num w:numId="1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spina">
    <w15:presenceInfo w15:providerId="None" w15:userId="Desp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40A3"/>
    <w:rsid w:val="0004411C"/>
    <w:rsid w:val="00081838"/>
    <w:rsid w:val="00113667"/>
    <w:rsid w:val="00135A37"/>
    <w:rsid w:val="0015658D"/>
    <w:rsid w:val="00157D64"/>
    <w:rsid w:val="0019329D"/>
    <w:rsid w:val="002026B6"/>
    <w:rsid w:val="00213832"/>
    <w:rsid w:val="002746F9"/>
    <w:rsid w:val="00295E4C"/>
    <w:rsid w:val="002B0B3A"/>
    <w:rsid w:val="002D5C01"/>
    <w:rsid w:val="002D7D08"/>
    <w:rsid w:val="002F6291"/>
    <w:rsid w:val="00352108"/>
    <w:rsid w:val="00371EB2"/>
    <w:rsid w:val="00373178"/>
    <w:rsid w:val="00382EB2"/>
    <w:rsid w:val="003B6C9D"/>
    <w:rsid w:val="00440FA0"/>
    <w:rsid w:val="004554F8"/>
    <w:rsid w:val="00593726"/>
    <w:rsid w:val="005B089F"/>
    <w:rsid w:val="005E352C"/>
    <w:rsid w:val="005E6F51"/>
    <w:rsid w:val="006061D7"/>
    <w:rsid w:val="00634041"/>
    <w:rsid w:val="00650A37"/>
    <w:rsid w:val="0065102D"/>
    <w:rsid w:val="00663570"/>
    <w:rsid w:val="00670D11"/>
    <w:rsid w:val="0072239F"/>
    <w:rsid w:val="007E6BD1"/>
    <w:rsid w:val="008A0617"/>
    <w:rsid w:val="008D5B74"/>
    <w:rsid w:val="00970E44"/>
    <w:rsid w:val="009A3950"/>
    <w:rsid w:val="009F2AA1"/>
    <w:rsid w:val="00A27ED7"/>
    <w:rsid w:val="00A31F21"/>
    <w:rsid w:val="00A37865"/>
    <w:rsid w:val="00A66091"/>
    <w:rsid w:val="00A942A6"/>
    <w:rsid w:val="00AC2E34"/>
    <w:rsid w:val="00B63B59"/>
    <w:rsid w:val="00BF56B7"/>
    <w:rsid w:val="00C02333"/>
    <w:rsid w:val="00C04ADC"/>
    <w:rsid w:val="00C76AC8"/>
    <w:rsid w:val="00C920E4"/>
    <w:rsid w:val="00C96A2A"/>
    <w:rsid w:val="00CC16FF"/>
    <w:rsid w:val="00CC2500"/>
    <w:rsid w:val="00CF1450"/>
    <w:rsid w:val="00D30095"/>
    <w:rsid w:val="00E32C69"/>
    <w:rsid w:val="00E355C1"/>
    <w:rsid w:val="00E65232"/>
    <w:rsid w:val="00EE6FBF"/>
    <w:rsid w:val="00F15EB4"/>
    <w:rsid w:val="00F419E7"/>
    <w:rsid w:val="00F67726"/>
    <w:rsid w:val="00FC6A2C"/>
    <w:rsid w:val="00FF5790"/>
    <w:rsid w:val="00FF605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3B7C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character" w:styleId="PlaceholderText">
    <w:name w:val="Placeholder Text"/>
    <w:basedOn w:val="DefaultParagraphFont"/>
    <w:uiPriority w:val="99"/>
    <w:semiHidden/>
    <w:rsid w:val="0004411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character" w:styleId="PlaceholderText">
    <w:name w:val="Placeholder Text"/>
    <w:basedOn w:val="DefaultParagraphFont"/>
    <w:uiPriority w:val="99"/>
    <w:semiHidden/>
    <w:rsid w:val="0004411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commentsExtended" Target="commentsExtended.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IB Chem website template</Template>
  <TotalTime>0</TotalTime>
  <Pages>1</Pages>
  <Words>268</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3</cp:revision>
  <cp:lastPrinted>2011-08-16T10:09:00Z</cp:lastPrinted>
  <dcterms:created xsi:type="dcterms:W3CDTF">2014-10-01T14:29:00Z</dcterms:created>
  <dcterms:modified xsi:type="dcterms:W3CDTF">2014-10-23T09:33:00Z</dcterms:modified>
</cp:coreProperties>
</file>